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60FC0FD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555B4">
        <w:rPr>
          <w:rFonts w:ascii="Corbel" w:hAnsi="Corbel"/>
          <w:i/>
          <w:smallCaps/>
          <w:sz w:val="24"/>
          <w:szCs w:val="24"/>
        </w:rPr>
        <w:t>2019-2022</w:t>
      </w:r>
    </w:p>
    <w:p w14:paraId="510C450E" w14:textId="4B142B59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3555B4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3555B4">
        <w:rPr>
          <w:rFonts w:ascii="Corbel" w:hAnsi="Corbel"/>
          <w:sz w:val="20"/>
          <w:szCs w:val="20"/>
        </w:rPr>
        <w:t>1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1C7D7BE2" w:rsidR="00070D99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7E322AC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6C2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D499FE8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6C2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659F59EC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6C2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6028CB19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6028CB19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6028CB19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127108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28CB1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6028CB19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6028CB19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6028CB19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37D88" w14:textId="77777777" w:rsidR="00EE14CE" w:rsidRDefault="00EE14CE" w:rsidP="00C16ABF">
      <w:pPr>
        <w:spacing w:after="0" w:line="240" w:lineRule="auto"/>
      </w:pPr>
      <w:r>
        <w:separator/>
      </w:r>
    </w:p>
  </w:endnote>
  <w:endnote w:type="continuationSeparator" w:id="0">
    <w:p w14:paraId="4CD29229" w14:textId="77777777" w:rsidR="00EE14CE" w:rsidRDefault="00EE14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746FF" w14:textId="77777777" w:rsidR="00EE14CE" w:rsidRDefault="00EE14CE" w:rsidP="00C16ABF">
      <w:pPr>
        <w:spacing w:after="0" w:line="240" w:lineRule="auto"/>
      </w:pPr>
      <w:r>
        <w:separator/>
      </w:r>
    </w:p>
  </w:footnote>
  <w:footnote w:type="continuationSeparator" w:id="0">
    <w:p w14:paraId="071A0FB3" w14:textId="77777777" w:rsidR="00EE14CE" w:rsidRDefault="00EE14CE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B4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037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6C20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4CE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028CB19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7BFD21-482E-4A5E-8189-2A97B8C7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1028</Words>
  <Characters>6173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2020-10-24T12:19:00Z</dcterms:created>
  <dcterms:modified xsi:type="dcterms:W3CDTF">2021-01-04T12:31:00Z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